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4A01C" w14:textId="298E517D" w:rsidR="00D962D0" w:rsidRPr="000B3835" w:rsidRDefault="00D962D0" w:rsidP="004A4B44">
      <w:pPr>
        <w:tabs>
          <w:tab w:val="left" w:pos="7591"/>
        </w:tabs>
        <w:spacing w:before="69"/>
        <w:ind w:left="115"/>
        <w:jc w:val="right"/>
        <w:rPr>
          <w:rFonts w:ascii="Times New Roman" w:eastAsia="Times New Roman" w:hAnsi="Times New Roman"/>
          <w:b/>
          <w:sz w:val="24"/>
          <w:szCs w:val="24"/>
          <w:lang w:val="pl-PL"/>
        </w:rPr>
      </w:pPr>
      <w:r w:rsidRPr="000B3835">
        <w:rPr>
          <w:rFonts w:ascii="Times New Roman" w:hAnsi="Times New Roman"/>
          <w:b/>
          <w:sz w:val="24"/>
          <w:szCs w:val="24"/>
          <w:lang w:val="pl-PL"/>
        </w:rPr>
        <w:t xml:space="preserve">Załącznik nr </w:t>
      </w:r>
      <w:r w:rsidR="00677192">
        <w:rPr>
          <w:rFonts w:ascii="Times New Roman" w:hAnsi="Times New Roman"/>
          <w:b/>
          <w:sz w:val="24"/>
          <w:szCs w:val="24"/>
          <w:lang w:val="pl-PL"/>
        </w:rPr>
        <w:t>9</w:t>
      </w:r>
      <w:r w:rsidR="00094C51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0B3835">
        <w:rPr>
          <w:rFonts w:ascii="Times New Roman" w:hAnsi="Times New Roman"/>
          <w:b/>
          <w:sz w:val="24"/>
          <w:szCs w:val="24"/>
          <w:lang w:val="pl-PL"/>
        </w:rPr>
        <w:t>do SWZ</w:t>
      </w:r>
    </w:p>
    <w:p w14:paraId="0BAF3874" w14:textId="77777777" w:rsidR="00D962D0" w:rsidRPr="000B3835" w:rsidRDefault="00D962D0" w:rsidP="00593B2F">
      <w:pPr>
        <w:widowControl/>
        <w:spacing w:after="30" w:line="259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</w:pPr>
    </w:p>
    <w:p w14:paraId="5C156B4B" w14:textId="77777777" w:rsidR="007E5277" w:rsidRPr="000B3835" w:rsidRDefault="00F25703" w:rsidP="00593B2F">
      <w:pPr>
        <w:ind w:left="5246" w:firstLine="708"/>
        <w:jc w:val="right"/>
        <w:rPr>
          <w:rFonts w:ascii="Times New Roman" w:hAnsi="Times New Roman"/>
          <w:b/>
          <w:sz w:val="24"/>
          <w:szCs w:val="24"/>
          <w:lang w:val="pl-PL"/>
        </w:rPr>
      </w:pPr>
      <w:r w:rsidRPr="000B3835">
        <w:rPr>
          <w:rFonts w:ascii="Times New Roman" w:hAnsi="Times New Roman"/>
          <w:b/>
          <w:sz w:val="24"/>
          <w:szCs w:val="24"/>
          <w:lang w:val="pl-PL"/>
        </w:rPr>
        <w:t xml:space="preserve">Zamawiający </w:t>
      </w:r>
    </w:p>
    <w:p w14:paraId="3CC1FC14" w14:textId="694475F5" w:rsidR="00717202" w:rsidRPr="000B3835" w:rsidRDefault="00586B57" w:rsidP="00717202">
      <w:pPr>
        <w:spacing w:after="33" w:line="250" w:lineRule="auto"/>
        <w:ind w:right="59"/>
        <w:jc w:val="right"/>
        <w:rPr>
          <w:b/>
          <w:lang w:val="pl-PL"/>
        </w:rPr>
      </w:pPr>
      <w:r>
        <w:rPr>
          <w:b/>
          <w:lang w:val="pl-PL"/>
        </w:rPr>
        <w:t>Zarząd Infrastruktury Wodnej</w:t>
      </w:r>
    </w:p>
    <w:p w14:paraId="78F07151" w14:textId="77777777" w:rsidR="00717202" w:rsidRPr="000B3835" w:rsidRDefault="00717202" w:rsidP="00717202">
      <w:pPr>
        <w:spacing w:line="257" w:lineRule="auto"/>
        <w:ind w:left="2471" w:right="47"/>
        <w:jc w:val="right"/>
        <w:rPr>
          <w:b/>
          <w:lang w:val="pl-PL"/>
        </w:rPr>
      </w:pPr>
      <w:r w:rsidRPr="000B3835">
        <w:rPr>
          <w:b/>
          <w:lang w:val="pl-PL"/>
        </w:rPr>
        <w:t xml:space="preserve">os. </w:t>
      </w:r>
      <w:r w:rsidR="00E16DA0">
        <w:rPr>
          <w:b/>
          <w:lang w:val="pl-PL"/>
        </w:rPr>
        <w:t>Szkolne 27</w:t>
      </w:r>
      <w:r w:rsidRPr="000B3835">
        <w:rPr>
          <w:b/>
          <w:lang w:val="pl-PL"/>
        </w:rPr>
        <w:t>, 31-</w:t>
      </w:r>
      <w:r w:rsidR="00E16DA0">
        <w:rPr>
          <w:b/>
          <w:lang w:val="pl-PL"/>
        </w:rPr>
        <w:t>977</w:t>
      </w:r>
      <w:r w:rsidRPr="000B3835">
        <w:rPr>
          <w:b/>
          <w:lang w:val="pl-PL"/>
        </w:rPr>
        <w:t xml:space="preserve"> Kraków</w:t>
      </w:r>
    </w:p>
    <w:p w14:paraId="3B381967" w14:textId="77777777" w:rsidR="002044AF" w:rsidRDefault="002044AF" w:rsidP="00717202">
      <w:pPr>
        <w:spacing w:line="257" w:lineRule="auto"/>
        <w:ind w:left="2471" w:right="47"/>
        <w:jc w:val="right"/>
        <w:rPr>
          <w:b/>
          <w:lang w:val="pl-PL"/>
        </w:rPr>
      </w:pPr>
    </w:p>
    <w:p w14:paraId="72334A53" w14:textId="77777777" w:rsidR="004402B8" w:rsidRPr="009C5BE5" w:rsidRDefault="004402B8" w:rsidP="004402B8">
      <w:pPr>
        <w:jc w:val="both"/>
        <w:rPr>
          <w:rFonts w:ascii="Times New Roman" w:hAnsi="Times New Roman"/>
          <w:b/>
          <w:sz w:val="20"/>
          <w:lang w:val="pl-PL"/>
        </w:rPr>
      </w:pPr>
      <w:r w:rsidRPr="009C5BE5">
        <w:rPr>
          <w:rFonts w:ascii="Times New Roman" w:hAnsi="Times New Roman"/>
          <w:b/>
          <w:sz w:val="20"/>
          <w:lang w:val="pl-PL"/>
        </w:rPr>
        <w:t>MY NIŻEJ PODPISANI:</w:t>
      </w:r>
    </w:p>
    <w:p w14:paraId="34B73E0D" w14:textId="77777777" w:rsidR="004402B8" w:rsidRPr="009C5BE5" w:rsidRDefault="004402B8" w:rsidP="004402B8">
      <w:pPr>
        <w:pStyle w:val="Zwykytekst1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</w:rPr>
        <w:t>---------------------------------------------------------------------------------</w:t>
      </w:r>
    </w:p>
    <w:p w14:paraId="74D441C6" w14:textId="77777777" w:rsidR="004402B8" w:rsidRPr="009C5BE5" w:rsidRDefault="004402B8" w:rsidP="004402B8">
      <w:pPr>
        <w:pStyle w:val="Zwykytekst1"/>
        <w:spacing w:before="120"/>
        <w:jc w:val="both"/>
        <w:rPr>
          <w:rFonts w:ascii="Times New Roman" w:hAnsi="Times New Roman" w:cs="Times New Roman"/>
          <w:sz w:val="18"/>
          <w:szCs w:val="18"/>
        </w:rPr>
      </w:pPr>
      <w:r w:rsidRPr="009C5BE5">
        <w:rPr>
          <w:rFonts w:ascii="Times New Roman" w:hAnsi="Times New Roman" w:cs="Times New Roman"/>
        </w:rPr>
        <w:t xml:space="preserve">--------------------------------------------------------------------------------- </w:t>
      </w:r>
    </w:p>
    <w:p w14:paraId="0DEC4CF5" w14:textId="77777777" w:rsidR="004402B8" w:rsidRPr="009C5BE5" w:rsidRDefault="004402B8" w:rsidP="004402B8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  <w:sz w:val="18"/>
          <w:szCs w:val="18"/>
        </w:rPr>
        <w:t>działając w imieniu i na rzecz</w:t>
      </w:r>
    </w:p>
    <w:p w14:paraId="3D510894" w14:textId="026E33B7" w:rsidR="004402B8" w:rsidRDefault="004402B8" w:rsidP="00586B57">
      <w:pPr>
        <w:pStyle w:val="Zwykytekst1"/>
        <w:pBdr>
          <w:bottom w:val="single" w:sz="6" w:space="1" w:color="auto"/>
        </w:pBdr>
        <w:tabs>
          <w:tab w:val="right" w:pos="9300"/>
        </w:tabs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</w:t>
      </w:r>
      <w:r w:rsidR="00586B57">
        <w:rPr>
          <w:rFonts w:ascii="Times New Roman" w:hAnsi="Times New Roman" w:cs="Times New Roman"/>
        </w:rPr>
        <w:tab/>
      </w:r>
    </w:p>
    <w:p w14:paraId="68C2EABB" w14:textId="77777777" w:rsidR="004402B8" w:rsidRDefault="004402B8" w:rsidP="004402B8">
      <w:pPr>
        <w:pStyle w:val="Zwykytekst1"/>
        <w:pBdr>
          <w:bottom w:val="single" w:sz="6" w:space="1" w:color="auto"/>
        </w:pBdr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NIP: …………………………….</w:t>
      </w:r>
    </w:p>
    <w:p w14:paraId="18B40764" w14:textId="77777777" w:rsidR="004402B8" w:rsidRPr="009C5BE5" w:rsidRDefault="004402B8" w:rsidP="004402B8">
      <w:pPr>
        <w:pStyle w:val="Zwykytekst1"/>
        <w:rPr>
          <w:rFonts w:ascii="Times New Roman" w:hAnsi="Times New Roman" w:cs="Times New Roman"/>
          <w:i/>
          <w:sz w:val="16"/>
          <w:szCs w:val="16"/>
        </w:rPr>
      </w:pPr>
      <w:r w:rsidRPr="009C5BE5">
        <w:rPr>
          <w:rFonts w:ascii="Times New Roman" w:hAnsi="Times New Roman" w:cs="Times New Roman"/>
          <w:i/>
          <w:sz w:val="16"/>
          <w:szCs w:val="16"/>
        </w:rPr>
        <w:t>(nazwa (firma) dokładny adres Wykonawcy/Wykonawców)</w:t>
      </w:r>
    </w:p>
    <w:p w14:paraId="4D8C39AE" w14:textId="77777777" w:rsidR="004402B8" w:rsidRPr="009C5BE5" w:rsidRDefault="004402B8" w:rsidP="004402B8">
      <w:pPr>
        <w:pStyle w:val="Zwykytekst1"/>
        <w:spacing w:before="120"/>
        <w:jc w:val="both"/>
        <w:rPr>
          <w:rFonts w:ascii="Times New Roman" w:hAnsi="Times New Roman" w:cs="Times New Roman"/>
          <w:sz w:val="16"/>
          <w:szCs w:val="16"/>
        </w:rPr>
      </w:pPr>
      <w:r w:rsidRPr="009C5BE5">
        <w:rPr>
          <w:rFonts w:ascii="Times New Roman" w:hAnsi="Times New Roman" w:cs="Times New Roman"/>
          <w:i/>
          <w:sz w:val="16"/>
          <w:szCs w:val="16"/>
        </w:rPr>
        <w:t>(w przypadku składania oferty przez podmioty występujące wspólnie podać nazwy(firmy) i dokładne adresy wszystkich wspólników spółki cywilnej lub członków konsorcjum)</w:t>
      </w:r>
    </w:p>
    <w:p w14:paraId="178DA473" w14:textId="77777777" w:rsidR="004402B8" w:rsidRDefault="004402B8" w:rsidP="00717202">
      <w:pPr>
        <w:spacing w:line="257" w:lineRule="auto"/>
        <w:ind w:left="2471" w:right="47"/>
        <w:jc w:val="right"/>
        <w:rPr>
          <w:b/>
          <w:lang w:val="pl-PL"/>
        </w:rPr>
      </w:pPr>
    </w:p>
    <w:p w14:paraId="2FEA9A42" w14:textId="77777777" w:rsidR="004402B8" w:rsidRPr="000B3835" w:rsidRDefault="004402B8" w:rsidP="00717202">
      <w:pPr>
        <w:spacing w:line="257" w:lineRule="auto"/>
        <w:ind w:left="2471" w:right="47"/>
        <w:jc w:val="right"/>
        <w:rPr>
          <w:b/>
          <w:lang w:val="pl-PL"/>
        </w:rPr>
      </w:pPr>
    </w:p>
    <w:p w14:paraId="562C9E95" w14:textId="77777777" w:rsidR="00A8073E" w:rsidRDefault="00A8073E" w:rsidP="002044AF">
      <w:pPr>
        <w:pStyle w:val="Nagwek1"/>
        <w:spacing w:before="0"/>
        <w:jc w:val="center"/>
        <w:rPr>
          <w:rFonts w:ascii="Times New Roman" w:hAnsi="Times New Roman"/>
          <w:color w:val="auto"/>
          <w:spacing w:val="32"/>
          <w:sz w:val="22"/>
          <w:szCs w:val="22"/>
        </w:rPr>
      </w:pPr>
    </w:p>
    <w:p w14:paraId="08CC9459" w14:textId="77777777" w:rsidR="002044AF" w:rsidRPr="00A8073E" w:rsidRDefault="007E5277" w:rsidP="002044AF">
      <w:pPr>
        <w:pStyle w:val="Nagwek1"/>
        <w:spacing w:before="0"/>
        <w:jc w:val="center"/>
        <w:rPr>
          <w:rFonts w:ascii="Times New Roman" w:hAnsi="Times New Roman"/>
          <w:color w:val="000000"/>
          <w:spacing w:val="32"/>
          <w:sz w:val="22"/>
          <w:szCs w:val="22"/>
        </w:rPr>
      </w:pPr>
      <w:r w:rsidRPr="00A8073E">
        <w:rPr>
          <w:rFonts w:ascii="Times New Roman" w:hAnsi="Times New Roman"/>
          <w:color w:val="auto"/>
          <w:spacing w:val="32"/>
          <w:sz w:val="22"/>
          <w:szCs w:val="22"/>
        </w:rPr>
        <w:t>OŚWIADCZENIE</w:t>
      </w:r>
      <w:r w:rsidR="00803A3B" w:rsidRPr="00A8073E">
        <w:rPr>
          <w:rFonts w:ascii="Times New Roman" w:hAnsi="Times New Roman"/>
          <w:color w:val="auto"/>
          <w:spacing w:val="32"/>
          <w:sz w:val="22"/>
          <w:szCs w:val="22"/>
        </w:rPr>
        <w:t xml:space="preserve"> wykonawców składających ofertę wspólną</w:t>
      </w:r>
      <w:r w:rsidRPr="00A8073E">
        <w:rPr>
          <w:rFonts w:ascii="Times New Roman" w:hAnsi="Times New Roman"/>
          <w:color w:val="auto"/>
          <w:spacing w:val="32"/>
          <w:sz w:val="22"/>
          <w:szCs w:val="22"/>
        </w:rPr>
        <w:t xml:space="preserve"> </w:t>
      </w:r>
    </w:p>
    <w:p w14:paraId="2B63C21F" w14:textId="44BC08C9" w:rsidR="007E5277" w:rsidRDefault="007E5277" w:rsidP="002044AF">
      <w:pPr>
        <w:jc w:val="center"/>
        <w:rPr>
          <w:rFonts w:ascii="Times New Roman" w:hAnsi="Times New Roman"/>
          <w:b/>
          <w:color w:val="000000"/>
          <w:lang w:val="pl-PL"/>
        </w:rPr>
      </w:pPr>
      <w:r w:rsidRPr="00A8073E">
        <w:rPr>
          <w:rFonts w:ascii="Times New Roman" w:hAnsi="Times New Roman"/>
          <w:b/>
          <w:color w:val="000000"/>
          <w:lang w:val="pl-PL"/>
        </w:rPr>
        <w:t>w zakresie art. 1</w:t>
      </w:r>
      <w:r w:rsidR="00803A3B" w:rsidRPr="00A8073E">
        <w:rPr>
          <w:rFonts w:ascii="Times New Roman" w:hAnsi="Times New Roman"/>
          <w:b/>
          <w:color w:val="000000"/>
          <w:lang w:val="pl-PL"/>
        </w:rPr>
        <w:t xml:space="preserve">17 </w:t>
      </w:r>
      <w:r w:rsidRPr="00A8073E">
        <w:rPr>
          <w:rFonts w:ascii="Times New Roman" w:hAnsi="Times New Roman"/>
          <w:b/>
          <w:color w:val="000000"/>
          <w:lang w:val="pl-PL"/>
        </w:rPr>
        <w:t xml:space="preserve">ust. </w:t>
      </w:r>
      <w:r w:rsidR="00803A3B" w:rsidRPr="00A8073E">
        <w:rPr>
          <w:rFonts w:ascii="Times New Roman" w:hAnsi="Times New Roman"/>
          <w:b/>
          <w:color w:val="000000"/>
          <w:lang w:val="pl-PL"/>
        </w:rPr>
        <w:t>4</w:t>
      </w:r>
      <w:r w:rsidRPr="00A8073E">
        <w:rPr>
          <w:rFonts w:ascii="Times New Roman" w:hAnsi="Times New Roman"/>
          <w:b/>
          <w:color w:val="000000"/>
          <w:lang w:val="pl-PL"/>
        </w:rPr>
        <w:t xml:space="preserve"> ustawy </w:t>
      </w:r>
      <w:proofErr w:type="spellStart"/>
      <w:r w:rsidRPr="00A8073E">
        <w:rPr>
          <w:rFonts w:ascii="Times New Roman" w:hAnsi="Times New Roman"/>
          <w:b/>
          <w:color w:val="000000"/>
          <w:lang w:val="pl-PL"/>
        </w:rPr>
        <w:t>pzp</w:t>
      </w:r>
      <w:proofErr w:type="spellEnd"/>
      <w:r w:rsidR="002044AF" w:rsidRPr="00A8073E">
        <w:rPr>
          <w:rFonts w:ascii="Times New Roman" w:hAnsi="Times New Roman"/>
          <w:b/>
          <w:color w:val="000000"/>
          <w:lang w:val="pl-PL"/>
        </w:rPr>
        <w:t xml:space="preserve"> </w:t>
      </w:r>
    </w:p>
    <w:p w14:paraId="7CA9DE15" w14:textId="03BEAD46" w:rsidR="00D00CAD" w:rsidRPr="00A8073E" w:rsidRDefault="00D00CAD" w:rsidP="002044AF">
      <w:pPr>
        <w:jc w:val="center"/>
        <w:rPr>
          <w:rFonts w:ascii="Times New Roman" w:hAnsi="Times New Roman"/>
          <w:b/>
          <w:color w:val="000000"/>
          <w:lang w:val="pl-PL"/>
        </w:rPr>
      </w:pPr>
      <w:r>
        <w:rPr>
          <w:rFonts w:ascii="Times New Roman" w:hAnsi="Times New Roman"/>
          <w:b/>
          <w:color w:val="000000"/>
          <w:lang w:val="pl-PL"/>
        </w:rPr>
        <w:t>w postępowaniu na:</w:t>
      </w:r>
    </w:p>
    <w:p w14:paraId="2D1AE40C" w14:textId="77777777" w:rsidR="007E5277" w:rsidRPr="00A8073E" w:rsidRDefault="007E5277" w:rsidP="007E5277">
      <w:pPr>
        <w:spacing w:line="360" w:lineRule="auto"/>
        <w:jc w:val="center"/>
        <w:rPr>
          <w:rFonts w:ascii="Times New Roman" w:hAnsi="Times New Roman"/>
          <w:b/>
          <w:highlight w:val="green"/>
          <w:lang w:val="pl-PL"/>
        </w:rPr>
      </w:pPr>
    </w:p>
    <w:p w14:paraId="7B061902" w14:textId="77777777" w:rsidR="00803A3B" w:rsidRPr="009C5BE5" w:rsidRDefault="00803A3B" w:rsidP="00803A3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  <w:b/>
        </w:rPr>
        <w:t>OŚWIADCZAMY</w:t>
      </w:r>
      <w:r w:rsidRPr="009C5BE5">
        <w:rPr>
          <w:rFonts w:ascii="Times New Roman" w:hAnsi="Times New Roman" w:cs="Times New Roman"/>
        </w:rPr>
        <w:t>, że sposób reprezentacji spółki / konsorcjum* dla potrzeb niniejszego zamówienia jest następujący: ______________________________________________________________________________________ .</w:t>
      </w:r>
    </w:p>
    <w:p w14:paraId="33FA6022" w14:textId="77777777" w:rsidR="00803A3B" w:rsidRPr="009C5BE5" w:rsidRDefault="00803A3B" w:rsidP="00803A3B">
      <w:pPr>
        <w:pStyle w:val="Zwykytekst1"/>
        <w:jc w:val="center"/>
        <w:rPr>
          <w:rFonts w:ascii="Times New Roman" w:hAnsi="Times New Roman" w:cs="Times New Roman"/>
          <w:b/>
          <w:sz w:val="16"/>
          <w:szCs w:val="16"/>
        </w:rPr>
      </w:pPr>
      <w:r w:rsidRPr="009C5BE5">
        <w:rPr>
          <w:rFonts w:ascii="Times New Roman" w:hAnsi="Times New Roman" w:cs="Times New Roman"/>
          <w:i/>
          <w:sz w:val="16"/>
          <w:szCs w:val="16"/>
        </w:rPr>
        <w:t>(Wypełniają jedynie przedsiębiorcy składający wspólną ofertę - spółki cywilne lub konsorcja)</w:t>
      </w:r>
      <w:r w:rsidRPr="009C5BE5">
        <w:rPr>
          <w:rFonts w:ascii="Times New Roman" w:hAnsi="Times New Roman" w:cs="Times New Roman"/>
          <w:b/>
          <w:sz w:val="16"/>
          <w:szCs w:val="16"/>
        </w:rPr>
        <w:t xml:space="preserve"> </w:t>
      </w:r>
    </w:p>
    <w:p w14:paraId="2746BC50" w14:textId="77777777" w:rsidR="00803A3B" w:rsidRDefault="00803A3B" w:rsidP="00803A3B">
      <w:pPr>
        <w:pStyle w:val="Zwykytekst1"/>
        <w:spacing w:before="120"/>
        <w:ind w:left="357"/>
        <w:jc w:val="both"/>
        <w:rPr>
          <w:rFonts w:ascii="Times New Roman" w:hAnsi="Times New Roman" w:cs="Times New Roman"/>
        </w:rPr>
      </w:pPr>
    </w:p>
    <w:p w14:paraId="5FB3193C" w14:textId="77777777" w:rsidR="00677192" w:rsidRPr="009C5BE5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</w:rPr>
        <w:t xml:space="preserve">Zgodnie z obowiązkiem wynikającym z art. 117 ust. 4 ustawy </w:t>
      </w:r>
      <w:proofErr w:type="spellStart"/>
      <w:r w:rsidRPr="009C5BE5">
        <w:rPr>
          <w:rFonts w:ascii="Times New Roman" w:hAnsi="Times New Roman" w:cs="Times New Roman"/>
        </w:rPr>
        <w:t>pzp</w:t>
      </w:r>
      <w:proofErr w:type="spellEnd"/>
      <w:r w:rsidRPr="009C5BE5">
        <w:rPr>
          <w:rFonts w:ascii="Times New Roman" w:hAnsi="Times New Roman" w:cs="Times New Roman"/>
        </w:rPr>
        <w:t xml:space="preserve">, jako wykonawcy składający ofertę wspólną (konsorcjum*/ spółka cywilna*) oświadczamy następująco: </w:t>
      </w:r>
    </w:p>
    <w:p w14:paraId="74DBFA45" w14:textId="77777777" w:rsidR="00677192" w:rsidRPr="009C5BE5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</w:rPr>
        <w:t>1) W odniesieniu do warunków dotyczących doświadczenia wykonawcy, polegamy na doświadczeniu: ………………………</w:t>
      </w:r>
      <w:r>
        <w:rPr>
          <w:rFonts w:ascii="Times New Roman" w:hAnsi="Times New Roman" w:cs="Times New Roman"/>
        </w:rPr>
        <w:t>…………………………………………..</w:t>
      </w:r>
      <w:r w:rsidRPr="009C5BE5">
        <w:rPr>
          <w:rFonts w:ascii="Times New Roman" w:hAnsi="Times New Roman" w:cs="Times New Roman"/>
        </w:rPr>
        <w:t xml:space="preserve"> (wskazać nazwę wykonawcy lub wykonawców w ramach konsorcjum/ spółki cywilnej, którzy spełniają warunek udziału postępowania w zakresie zdolności technicznej lub zawodowej).</w:t>
      </w:r>
    </w:p>
    <w:p w14:paraId="361D235A" w14:textId="77777777" w:rsidR="00677192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</w:rPr>
        <w:t xml:space="preserve">2) Następujące </w:t>
      </w:r>
      <w:r>
        <w:rPr>
          <w:rFonts w:ascii="Times New Roman" w:hAnsi="Times New Roman" w:cs="Times New Roman"/>
        </w:rPr>
        <w:t>dostawy</w:t>
      </w:r>
      <w:r w:rsidRPr="009C5BE5">
        <w:rPr>
          <w:rFonts w:ascii="Times New Roman" w:hAnsi="Times New Roman" w:cs="Times New Roman"/>
        </w:rPr>
        <w:t xml:space="preserve"> wykonają następujący wykonawcy w następującym zakresie :</w:t>
      </w:r>
    </w:p>
    <w:p w14:paraId="16E1F7F5" w14:textId="77777777" w:rsidR="00677192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*Usługi</w:t>
      </w:r>
      <w:r w:rsidRPr="009C5BE5">
        <w:rPr>
          <w:rFonts w:ascii="Times New Roman" w:hAnsi="Times New Roman" w:cs="Times New Roman"/>
        </w:rPr>
        <w:t xml:space="preserve"> : …………………………………………(wskazać zakres) wykona/ją: ……………………………………. (wskazać nazwę wykonawcy lub wykonawców w ramach konsorcjum/ spółki cywilnej, składający ofertę)</w:t>
      </w:r>
    </w:p>
    <w:p w14:paraId="75F237AF" w14:textId="77777777" w:rsidR="00677192" w:rsidRPr="009C5BE5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</w:p>
    <w:p w14:paraId="684F31ED" w14:textId="77777777" w:rsidR="00677192" w:rsidRDefault="00677192" w:rsidP="00677192">
      <w:pPr>
        <w:pStyle w:val="Zwykytekst1"/>
        <w:spacing w:before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*Dostawy</w:t>
      </w:r>
      <w:r w:rsidRPr="009C5BE5">
        <w:rPr>
          <w:rFonts w:ascii="Times New Roman" w:hAnsi="Times New Roman" w:cs="Times New Roman"/>
        </w:rPr>
        <w:t>: …………………………………………(wskazać zakres) wykona/ją: ………………………………. (wskazać nazwę wykonawcy lub wykonawców w ramach konsorcjum/ spółki cywilnej, składający ofertę)</w:t>
      </w:r>
    </w:p>
    <w:p w14:paraId="413B4CF4" w14:textId="77777777" w:rsidR="00803A3B" w:rsidRPr="009C5BE5" w:rsidRDefault="00803A3B" w:rsidP="00803A3B">
      <w:pPr>
        <w:pStyle w:val="Zwykytekst1"/>
        <w:spacing w:before="120"/>
        <w:jc w:val="both"/>
        <w:rPr>
          <w:rFonts w:ascii="Times New Roman" w:hAnsi="Times New Roman" w:cs="Times New Roman"/>
        </w:rPr>
      </w:pPr>
    </w:p>
    <w:p w14:paraId="1B041026" w14:textId="77777777" w:rsidR="00803A3B" w:rsidRDefault="00803A3B" w:rsidP="00803A3B">
      <w:pPr>
        <w:pStyle w:val="Zwykytekst1"/>
        <w:spacing w:before="120"/>
        <w:jc w:val="both"/>
        <w:rPr>
          <w:rFonts w:ascii="Times New Roman" w:hAnsi="Times New Roman" w:cs="Times New Roman"/>
        </w:rPr>
      </w:pPr>
    </w:p>
    <w:p w14:paraId="05EC3DAD" w14:textId="77777777" w:rsidR="00803A3B" w:rsidRPr="009C5BE5" w:rsidRDefault="00803A3B" w:rsidP="00803A3B">
      <w:pPr>
        <w:pStyle w:val="Zwykytekst1"/>
        <w:spacing w:before="120"/>
        <w:jc w:val="both"/>
        <w:rPr>
          <w:rFonts w:ascii="Times New Roman" w:hAnsi="Times New Roman" w:cs="Times New Roman"/>
        </w:rPr>
      </w:pPr>
      <w:r w:rsidRPr="009C5BE5">
        <w:rPr>
          <w:rFonts w:ascii="Times New Roman" w:hAnsi="Times New Roman" w:cs="Times New Roman"/>
        </w:rPr>
        <w:t>*niepotrzebne skreślić</w:t>
      </w:r>
    </w:p>
    <w:p w14:paraId="5306CE58" w14:textId="77777777" w:rsidR="004402B8" w:rsidRDefault="004402B8" w:rsidP="004402B8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>…………………………………………………….</w:t>
      </w:r>
    </w:p>
    <w:p w14:paraId="39259CB8" w14:textId="2C8FD5BB" w:rsidR="004402B8" w:rsidRPr="009C5BE5" w:rsidRDefault="004402B8" w:rsidP="004402B8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9C5BE5">
        <w:rPr>
          <w:rFonts w:ascii="Times New Roman" w:hAnsi="Times New Roman" w:cs="Times New Roman"/>
          <w:i/>
          <w:sz w:val="16"/>
          <w:szCs w:val="16"/>
        </w:rPr>
        <w:t>(podpis Wykonawcy/Wykonawców)</w:t>
      </w:r>
    </w:p>
    <w:p w14:paraId="72F9FFCE" w14:textId="77777777" w:rsidR="00803A3B" w:rsidRPr="000B3835" w:rsidRDefault="00803A3B" w:rsidP="00A8073E">
      <w:pPr>
        <w:spacing w:line="360" w:lineRule="auto"/>
        <w:rPr>
          <w:rFonts w:ascii="Times New Roman" w:hAnsi="Times New Roman"/>
          <w:b/>
          <w:sz w:val="24"/>
          <w:szCs w:val="24"/>
          <w:highlight w:val="green"/>
          <w:lang w:val="pl-PL"/>
        </w:rPr>
      </w:pPr>
    </w:p>
    <w:sectPr w:rsidR="00803A3B" w:rsidRPr="000B3835" w:rsidSect="004D6441">
      <w:headerReference w:type="default" r:id="rId7"/>
      <w:type w:val="continuous"/>
      <w:pgSz w:w="11900" w:h="16840"/>
      <w:pgMar w:top="851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379860" w14:textId="77777777" w:rsidR="00D00CAD" w:rsidRDefault="00D00CAD" w:rsidP="007E5277">
      <w:r>
        <w:separator/>
      </w:r>
    </w:p>
  </w:endnote>
  <w:endnote w:type="continuationSeparator" w:id="0">
    <w:p w14:paraId="13AB4F7A" w14:textId="77777777" w:rsidR="00D00CAD" w:rsidRDefault="00D00CAD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76E2E" w14:textId="77777777" w:rsidR="00D00CAD" w:rsidRDefault="00D00CAD" w:rsidP="007E5277">
      <w:r>
        <w:separator/>
      </w:r>
    </w:p>
  </w:footnote>
  <w:footnote w:type="continuationSeparator" w:id="0">
    <w:p w14:paraId="3DA32B84" w14:textId="77777777" w:rsidR="00D00CAD" w:rsidRDefault="00D00CAD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9582" w14:textId="0D930836" w:rsidR="004A4B44" w:rsidRDefault="00586B57">
    <w:pPr>
      <w:pStyle w:val="Nagwek"/>
    </w:pPr>
    <w:proofErr w:type="spellStart"/>
    <w:r>
      <w:rPr>
        <w:rFonts w:cs="Arial"/>
        <w:color w:val="2F5496" w:themeColor="accent1" w:themeShade="BF"/>
        <w:sz w:val="18"/>
        <w:szCs w:val="18"/>
      </w:rPr>
      <w:t>Znak</w:t>
    </w:r>
    <w:proofErr w:type="spellEnd"/>
    <w:r>
      <w:rPr>
        <w:rFonts w:cs="Arial"/>
        <w:color w:val="2F5496" w:themeColor="accent1" w:themeShade="BF"/>
        <w:sz w:val="18"/>
        <w:szCs w:val="18"/>
      </w:rPr>
      <w:t xml:space="preserve"> </w:t>
    </w:r>
    <w:proofErr w:type="spellStart"/>
    <w:r>
      <w:rPr>
        <w:rFonts w:cs="Arial"/>
        <w:color w:val="2F5496" w:themeColor="accent1" w:themeShade="BF"/>
        <w:sz w:val="18"/>
        <w:szCs w:val="18"/>
      </w:rPr>
      <w:t>sprawy</w:t>
    </w:r>
    <w:proofErr w:type="spellEnd"/>
    <w:r>
      <w:rPr>
        <w:rFonts w:cs="Arial"/>
        <w:color w:val="2F5496" w:themeColor="accent1" w:themeShade="BF"/>
        <w:sz w:val="18"/>
        <w:szCs w:val="18"/>
      </w:rPr>
      <w:t>: ZP.261.32.2025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abstractNum w:abstractNumId="4" w15:restartNumberingAfterBreak="0">
    <w:nsid w:val="5C736EFA"/>
    <w:multiLevelType w:val="hybridMultilevel"/>
    <w:tmpl w:val="254088A0"/>
    <w:lvl w:ilvl="0" w:tplc="CCE8644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ascii="Times New Roman" w:hAnsi="Times New Roman" w:cs="Times New Roman" w:hint="default"/>
        <w:b w:val="0"/>
        <w:i w:val="0"/>
        <w:sz w:val="18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2644940">
    <w:abstractNumId w:val="3"/>
  </w:num>
  <w:num w:numId="2" w16cid:durableId="2111119859">
    <w:abstractNumId w:val="2"/>
  </w:num>
  <w:num w:numId="3" w16cid:durableId="1425029098">
    <w:abstractNumId w:val="1"/>
  </w:num>
  <w:num w:numId="4" w16cid:durableId="998387845">
    <w:abstractNumId w:val="0"/>
  </w:num>
  <w:num w:numId="5" w16cid:durableId="12742872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CAD"/>
    <w:rsid w:val="00035530"/>
    <w:rsid w:val="000357A5"/>
    <w:rsid w:val="00083CB1"/>
    <w:rsid w:val="00091AF8"/>
    <w:rsid w:val="00094C51"/>
    <w:rsid w:val="000A6871"/>
    <w:rsid w:val="000B3835"/>
    <w:rsid w:val="00114161"/>
    <w:rsid w:val="001249A6"/>
    <w:rsid w:val="00157A73"/>
    <w:rsid w:val="00172A84"/>
    <w:rsid w:val="001A689C"/>
    <w:rsid w:val="002044AF"/>
    <w:rsid w:val="002078AC"/>
    <w:rsid w:val="00232094"/>
    <w:rsid w:val="00234136"/>
    <w:rsid w:val="00235373"/>
    <w:rsid w:val="0025119F"/>
    <w:rsid w:val="00264791"/>
    <w:rsid w:val="00272324"/>
    <w:rsid w:val="002746C6"/>
    <w:rsid w:val="00291813"/>
    <w:rsid w:val="002D3BA2"/>
    <w:rsid w:val="002D7330"/>
    <w:rsid w:val="002E4B39"/>
    <w:rsid w:val="003938D8"/>
    <w:rsid w:val="003B6139"/>
    <w:rsid w:val="003C6090"/>
    <w:rsid w:val="00412351"/>
    <w:rsid w:val="004355D9"/>
    <w:rsid w:val="004357BA"/>
    <w:rsid w:val="004402B8"/>
    <w:rsid w:val="00455B4D"/>
    <w:rsid w:val="004A4B44"/>
    <w:rsid w:val="004C0048"/>
    <w:rsid w:val="004D6441"/>
    <w:rsid w:val="004E14D9"/>
    <w:rsid w:val="004F7A48"/>
    <w:rsid w:val="00514566"/>
    <w:rsid w:val="00540736"/>
    <w:rsid w:val="0054776A"/>
    <w:rsid w:val="0057055F"/>
    <w:rsid w:val="00575066"/>
    <w:rsid w:val="00586B57"/>
    <w:rsid w:val="00593B2F"/>
    <w:rsid w:val="005A2E96"/>
    <w:rsid w:val="005D155A"/>
    <w:rsid w:val="005D5D3B"/>
    <w:rsid w:val="005D70E6"/>
    <w:rsid w:val="005E0DBE"/>
    <w:rsid w:val="00601646"/>
    <w:rsid w:val="00626CAF"/>
    <w:rsid w:val="00636475"/>
    <w:rsid w:val="00662C2C"/>
    <w:rsid w:val="006652E7"/>
    <w:rsid w:val="00677192"/>
    <w:rsid w:val="006B457D"/>
    <w:rsid w:val="006D75A6"/>
    <w:rsid w:val="007000C2"/>
    <w:rsid w:val="00703C64"/>
    <w:rsid w:val="00717202"/>
    <w:rsid w:val="00756D73"/>
    <w:rsid w:val="00765B83"/>
    <w:rsid w:val="00767CC5"/>
    <w:rsid w:val="007A3DC9"/>
    <w:rsid w:val="007A4A19"/>
    <w:rsid w:val="007E5277"/>
    <w:rsid w:val="00803A3B"/>
    <w:rsid w:val="008437D9"/>
    <w:rsid w:val="008F0E07"/>
    <w:rsid w:val="008F55AA"/>
    <w:rsid w:val="00937987"/>
    <w:rsid w:val="009421B3"/>
    <w:rsid w:val="00965E54"/>
    <w:rsid w:val="0097462D"/>
    <w:rsid w:val="009E7FB3"/>
    <w:rsid w:val="00A000F6"/>
    <w:rsid w:val="00A14B84"/>
    <w:rsid w:val="00A526A2"/>
    <w:rsid w:val="00A71F17"/>
    <w:rsid w:val="00A770A4"/>
    <w:rsid w:val="00A8073E"/>
    <w:rsid w:val="00A975D1"/>
    <w:rsid w:val="00AE638C"/>
    <w:rsid w:val="00B13D05"/>
    <w:rsid w:val="00B36103"/>
    <w:rsid w:val="00B41875"/>
    <w:rsid w:val="00B67014"/>
    <w:rsid w:val="00B73D17"/>
    <w:rsid w:val="00B87CCD"/>
    <w:rsid w:val="00B96383"/>
    <w:rsid w:val="00BA34BD"/>
    <w:rsid w:val="00BE3ECB"/>
    <w:rsid w:val="00C05DDA"/>
    <w:rsid w:val="00C46899"/>
    <w:rsid w:val="00C670FE"/>
    <w:rsid w:val="00C67896"/>
    <w:rsid w:val="00C7146F"/>
    <w:rsid w:val="00C85E96"/>
    <w:rsid w:val="00CB5FEC"/>
    <w:rsid w:val="00CB7310"/>
    <w:rsid w:val="00CD1C34"/>
    <w:rsid w:val="00CD3E16"/>
    <w:rsid w:val="00CE022C"/>
    <w:rsid w:val="00CF1AE8"/>
    <w:rsid w:val="00D00CAD"/>
    <w:rsid w:val="00D06F37"/>
    <w:rsid w:val="00D1440A"/>
    <w:rsid w:val="00D14BDD"/>
    <w:rsid w:val="00D3077B"/>
    <w:rsid w:val="00D34DFA"/>
    <w:rsid w:val="00D55E41"/>
    <w:rsid w:val="00D8799C"/>
    <w:rsid w:val="00D94BF1"/>
    <w:rsid w:val="00D962D0"/>
    <w:rsid w:val="00DA19A0"/>
    <w:rsid w:val="00DE0A78"/>
    <w:rsid w:val="00DE49A5"/>
    <w:rsid w:val="00DF102A"/>
    <w:rsid w:val="00E016DA"/>
    <w:rsid w:val="00E16DA0"/>
    <w:rsid w:val="00E2634E"/>
    <w:rsid w:val="00E65C66"/>
    <w:rsid w:val="00E700DC"/>
    <w:rsid w:val="00EE4980"/>
    <w:rsid w:val="00F102DF"/>
    <w:rsid w:val="00F25703"/>
    <w:rsid w:val="00F478DE"/>
    <w:rsid w:val="00F76B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547B0F"/>
  <w15:docId w15:val="{AFDAAE22-536B-49CA-BBBD-285E26588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customStyle="1" w:styleId="Default">
    <w:name w:val="Default"/>
    <w:qFormat/>
    <w:rsid w:val="00F257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62C2C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662C2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62C2C"/>
    <w:rPr>
      <w:sz w:val="22"/>
      <w:szCs w:val="22"/>
      <w:lang w:val="en-US" w:eastAsia="en-US"/>
    </w:rPr>
  </w:style>
  <w:style w:type="paragraph" w:styleId="Tekstpodstawowy3">
    <w:name w:val="Body Text 3"/>
    <w:basedOn w:val="Normalny"/>
    <w:link w:val="Tekstpodstawowy3Znak"/>
    <w:unhideWhenUsed/>
    <w:rsid w:val="00662C2C"/>
    <w:pPr>
      <w:widowControl/>
      <w:spacing w:after="120"/>
    </w:pPr>
    <w:rPr>
      <w:rFonts w:ascii="Times New (W1)" w:eastAsia="Times New Roman" w:hAnsi="Times New (W1)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rsid w:val="00662C2C"/>
    <w:rPr>
      <w:rFonts w:ascii="Times New (W1)" w:eastAsia="Times New Roman" w:hAnsi="Times New (W1)"/>
      <w:sz w:val="16"/>
      <w:szCs w:val="16"/>
      <w:lang w:val="x-none" w:eastAsia="x-none"/>
    </w:rPr>
  </w:style>
  <w:style w:type="paragraph" w:customStyle="1" w:styleId="Standard">
    <w:name w:val="Standard"/>
    <w:rsid w:val="00662C2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uiPriority w:val="99"/>
    <w:unhideWhenUsed/>
    <w:rsid w:val="002044AF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2044AF"/>
    <w:rPr>
      <w:sz w:val="22"/>
      <w:szCs w:val="22"/>
      <w:lang w:val="en-US" w:eastAsia="en-US"/>
    </w:rPr>
  </w:style>
  <w:style w:type="paragraph" w:styleId="Poprawka">
    <w:name w:val="Revision"/>
    <w:hidden/>
    <w:uiPriority w:val="99"/>
    <w:semiHidden/>
    <w:rsid w:val="00D94BF1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41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Local\Temp\MicrosoftEdgeDownloads\f277dd70-c6b7-49f5-b4a1-07d99227c650\zal-nr-9%20-%20O&#347;wiadczenie%20konsorcjum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zal-nr-9 - Oświadczenie konsorcjum.dotx</Template>
  <TotalTime>3</TotalTime>
  <Pages>1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User</dc:creator>
  <cp:keywords/>
  <cp:lastModifiedBy>Anna Janczura</cp:lastModifiedBy>
  <cp:revision>5</cp:revision>
  <cp:lastPrinted>2019-10-17T10:51:00Z</cp:lastPrinted>
  <dcterms:created xsi:type="dcterms:W3CDTF">2022-06-01T13:10:00Z</dcterms:created>
  <dcterms:modified xsi:type="dcterms:W3CDTF">2025-11-13T10:23:00Z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